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595443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_</w:t>
      </w:r>
      <w:r w:rsidR="004706F5">
        <w:rPr>
          <w:rFonts w:ascii="Arial Narrow" w:hAnsi="Arial Narrow"/>
          <w:sz w:val="22"/>
          <w:lang w:val="de-DE"/>
        </w:rPr>
        <w:t>7</w:t>
      </w:r>
      <w:r w:rsidR="000C1EB8">
        <w:rPr>
          <w:rFonts w:ascii="Arial Narrow" w:hAnsi="Arial Narrow"/>
          <w:sz w:val="22"/>
          <w:lang w:val="de-DE"/>
        </w:rPr>
        <w:t>. Sitzung | WS 201</w:t>
      </w:r>
      <w:r w:rsidR="008D2BDB">
        <w:rPr>
          <w:rFonts w:ascii="Arial Narrow" w:hAnsi="Arial Narrow"/>
          <w:sz w:val="22"/>
          <w:lang w:val="de-DE"/>
        </w:rPr>
        <w:t>2</w:t>
      </w:r>
      <w:r w:rsidR="000C1EB8">
        <w:rPr>
          <w:rFonts w:ascii="Arial Narrow" w:hAnsi="Arial Narrow"/>
          <w:sz w:val="22"/>
          <w:lang w:val="de-DE"/>
        </w:rPr>
        <w:t>/1</w:t>
      </w:r>
      <w:r w:rsidR="008D2BDB">
        <w:rPr>
          <w:rFonts w:ascii="Arial Narrow" w:hAnsi="Arial Narrow"/>
          <w:sz w:val="22"/>
          <w:lang w:val="de-DE"/>
        </w:rPr>
        <w:t>3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376E10">
        <w:rPr>
          <w:rFonts w:ascii="Arial Narrow" w:hAnsi="Arial Narrow"/>
          <w:noProof/>
          <w:sz w:val="22"/>
          <w:lang w:val="de-DE"/>
        </w:rPr>
        <w:t>13.11.2012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Default="00E71C34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Hochschulball</w:t>
      </w:r>
    </w:p>
    <w:p w:rsidR="000C1EB8" w:rsidRDefault="000C1EB8" w:rsidP="00FD2802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A26029" w:rsidRDefault="00E71C34" w:rsidP="00FD280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Bestellung Pfandmarken, </w:t>
      </w:r>
      <w:proofErr w:type="spellStart"/>
      <w:r>
        <w:rPr>
          <w:rFonts w:ascii="Arial Narrow" w:hAnsi="Arial Narrow"/>
          <w:sz w:val="22"/>
          <w:lang w:val="de-DE"/>
        </w:rPr>
        <w:t>Gaderobenrollen</w:t>
      </w:r>
      <w:proofErr w:type="spellEnd"/>
      <w:r w:rsidR="00595443">
        <w:rPr>
          <w:rFonts w:ascii="Arial Narrow" w:hAnsi="Arial Narrow"/>
          <w:sz w:val="22"/>
          <w:lang w:val="de-DE"/>
        </w:rPr>
        <w:t>, Kleiderbügel?</w:t>
      </w:r>
    </w:p>
    <w:p w:rsidR="00384F17" w:rsidRDefault="00384F17" w:rsidP="00384F1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Ausweise vorbereitet? Welche Fotos fehlen noch?</w:t>
      </w:r>
    </w:p>
    <w:p w:rsidR="00E4539E" w:rsidRPr="00384F17" w:rsidRDefault="00E4539E" w:rsidP="00384F1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ist Freitag zum Aufbau da? Wer besorgt Essen, welches Essen Abends?</w:t>
      </w:r>
      <w:bookmarkStart w:id="0" w:name="_GoBack"/>
      <w:bookmarkEnd w:id="0"/>
    </w:p>
    <w:p w:rsidR="004706F5" w:rsidRDefault="004706F5" w:rsidP="00FD280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Karten an VVK-Stellen verteilt?</w:t>
      </w:r>
      <w:r w:rsidR="009F51B1">
        <w:rPr>
          <w:rFonts w:ascii="Arial Narrow" w:hAnsi="Arial Narrow"/>
          <w:sz w:val="22"/>
          <w:lang w:val="de-DE"/>
        </w:rPr>
        <w:t xml:space="preserve"> (Schwenningen -&gt;Anni?</w:t>
      </w:r>
      <w:r w:rsidR="00E4539E">
        <w:rPr>
          <w:rFonts w:ascii="Arial Narrow" w:hAnsi="Arial Narrow"/>
          <w:sz w:val="22"/>
          <w:lang w:val="de-DE"/>
        </w:rPr>
        <w:t>, Karten für Prof Radke mitnehmen</w:t>
      </w:r>
      <w:r w:rsidR="009F51B1">
        <w:rPr>
          <w:rFonts w:ascii="Arial Narrow" w:hAnsi="Arial Narrow"/>
          <w:sz w:val="22"/>
          <w:lang w:val="de-DE"/>
        </w:rPr>
        <w:t>)</w:t>
      </w:r>
    </w:p>
    <w:p w:rsidR="004706F5" w:rsidRDefault="004706F5" w:rsidP="00FD280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sammelt das Geld ein?</w:t>
      </w:r>
      <w:r w:rsidR="00F66631">
        <w:rPr>
          <w:rFonts w:ascii="Arial Narrow" w:hAnsi="Arial Narrow"/>
          <w:sz w:val="22"/>
          <w:lang w:val="de-DE"/>
        </w:rPr>
        <w:t xml:space="preserve"> (VVK Stellen </w:t>
      </w:r>
      <w:proofErr w:type="spellStart"/>
      <w:r w:rsidR="00F66631">
        <w:rPr>
          <w:rFonts w:ascii="Arial Narrow" w:hAnsi="Arial Narrow"/>
          <w:sz w:val="22"/>
          <w:lang w:val="de-DE"/>
        </w:rPr>
        <w:t>Fuwa</w:t>
      </w:r>
      <w:proofErr w:type="spellEnd"/>
      <w:r w:rsidR="00F66631">
        <w:rPr>
          <w:rFonts w:ascii="Arial Narrow" w:hAnsi="Arial Narrow"/>
          <w:sz w:val="22"/>
          <w:lang w:val="de-DE"/>
        </w:rPr>
        <w:t xml:space="preserve"> Janine</w:t>
      </w:r>
      <w:r w:rsidR="00E4539E">
        <w:rPr>
          <w:rFonts w:ascii="Arial Narrow" w:hAnsi="Arial Narrow"/>
          <w:sz w:val="22"/>
          <w:lang w:val="de-DE"/>
        </w:rPr>
        <w:t>, Sabine)</w:t>
      </w:r>
    </w:p>
    <w:p w:rsidR="004706F5" w:rsidRDefault="004706F5" w:rsidP="00FD2802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ist wann im Büro für VVK?</w:t>
      </w:r>
      <w:r w:rsidR="00376E10">
        <w:rPr>
          <w:rFonts w:ascii="Arial Narrow" w:hAnsi="Arial Narrow"/>
          <w:sz w:val="22"/>
          <w:lang w:val="de-DE"/>
        </w:rPr>
        <w:t xml:space="preserve"> (Teil der Einnahmen schon an Sabine weitergegeben)</w:t>
      </w:r>
    </w:p>
    <w:p w:rsidR="00FD2802" w:rsidRDefault="00FD2802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Deko? Nur </w:t>
      </w:r>
      <w:proofErr w:type="spellStart"/>
      <w:r>
        <w:rPr>
          <w:rFonts w:ascii="Arial Narrow" w:hAnsi="Arial Narrow"/>
          <w:sz w:val="22"/>
          <w:lang w:val="de-DE"/>
        </w:rPr>
        <w:t>Lichtdeko</w:t>
      </w:r>
      <w:proofErr w:type="spellEnd"/>
      <w:r>
        <w:rPr>
          <w:rFonts w:ascii="Arial Narrow" w:hAnsi="Arial Narrow"/>
          <w:sz w:val="22"/>
          <w:lang w:val="de-DE"/>
        </w:rPr>
        <w:t>? (spart Geld und Zeit)</w:t>
      </w:r>
    </w:p>
    <w:p w:rsidR="00FD2802" w:rsidRDefault="00FD2802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Wie weit sind die Garderoben?</w:t>
      </w:r>
    </w:p>
    <w:p w:rsidR="004706F5" w:rsidRDefault="004706F5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Eis bestellt? Wer fährt zur Metro?</w:t>
      </w:r>
      <w:r w:rsidR="008C7D6D">
        <w:rPr>
          <w:rFonts w:ascii="Arial Narrow" w:hAnsi="Arial Narrow"/>
          <w:sz w:val="22"/>
          <w:lang w:val="de-DE"/>
        </w:rPr>
        <w:t xml:space="preserve"> Einkaufsliste machen (Sekt, Glühwein,…). </w:t>
      </w:r>
      <w:proofErr w:type="spellStart"/>
      <w:r w:rsidR="008C7D6D">
        <w:rPr>
          <w:rFonts w:ascii="Arial Narrow" w:hAnsi="Arial Narrow"/>
          <w:sz w:val="22"/>
          <w:lang w:val="de-DE"/>
        </w:rPr>
        <w:t>Eisboxen</w:t>
      </w:r>
      <w:proofErr w:type="spellEnd"/>
      <w:r w:rsidR="008C7D6D">
        <w:rPr>
          <w:rFonts w:ascii="Arial Narrow" w:hAnsi="Arial Narrow"/>
          <w:sz w:val="22"/>
          <w:lang w:val="de-DE"/>
        </w:rPr>
        <w:t xml:space="preserve"> von Mensa ab 13 Uhr</w:t>
      </w:r>
    </w:p>
    <w:p w:rsidR="00376E10" w:rsidRPr="00F66631" w:rsidRDefault="004706F5" w:rsidP="00F66631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Hubwagen und Leerpaletten geklärt?</w:t>
      </w:r>
      <w:r w:rsidR="00376E10">
        <w:rPr>
          <w:rFonts w:ascii="Arial Narrow" w:hAnsi="Arial Narrow"/>
          <w:sz w:val="22"/>
          <w:lang w:val="de-DE"/>
        </w:rPr>
        <w:t xml:space="preserve"> &gt;</w:t>
      </w:r>
      <w:r w:rsidR="00F66631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F66631">
        <w:rPr>
          <w:rFonts w:ascii="Arial Narrow" w:hAnsi="Arial Narrow"/>
          <w:sz w:val="22"/>
          <w:lang w:val="de-DE"/>
        </w:rPr>
        <w:t>Flo</w:t>
      </w:r>
      <w:proofErr w:type="spellEnd"/>
      <w:r w:rsidR="00F66631">
        <w:rPr>
          <w:rFonts w:ascii="Arial Narrow" w:hAnsi="Arial Narrow"/>
          <w:sz w:val="22"/>
          <w:lang w:val="de-DE"/>
        </w:rPr>
        <w:t xml:space="preserve"> muss </w:t>
      </w:r>
      <w:r w:rsidR="00376E10" w:rsidRPr="00F66631">
        <w:rPr>
          <w:rFonts w:ascii="Arial Narrow" w:hAnsi="Arial Narrow"/>
          <w:sz w:val="22"/>
          <w:lang w:val="de-DE"/>
        </w:rPr>
        <w:t>Plan für Sachgüter</w:t>
      </w:r>
      <w:r w:rsidR="00F66631">
        <w:rPr>
          <w:rFonts w:ascii="Arial Narrow" w:hAnsi="Arial Narrow"/>
          <w:sz w:val="22"/>
          <w:lang w:val="de-DE"/>
        </w:rPr>
        <w:t xml:space="preserve"> erstellen</w:t>
      </w:r>
      <w:r w:rsidR="00376E10" w:rsidRPr="00F66631">
        <w:rPr>
          <w:rFonts w:ascii="Arial Narrow" w:hAnsi="Arial Narrow"/>
          <w:sz w:val="22"/>
          <w:lang w:val="de-DE"/>
        </w:rPr>
        <w:t xml:space="preserve"> – </w:t>
      </w:r>
      <w:proofErr w:type="spellStart"/>
      <w:r w:rsidR="00376E10" w:rsidRPr="00F66631">
        <w:rPr>
          <w:rFonts w:ascii="Arial Narrow" w:hAnsi="Arial Narrow"/>
          <w:sz w:val="22"/>
          <w:lang w:val="de-DE"/>
        </w:rPr>
        <w:t>Hubwägen</w:t>
      </w:r>
      <w:proofErr w:type="spellEnd"/>
      <w:r w:rsidR="00376E10" w:rsidRPr="00F66631">
        <w:rPr>
          <w:rFonts w:ascii="Arial Narrow" w:hAnsi="Arial Narrow"/>
          <w:sz w:val="22"/>
          <w:lang w:val="de-DE"/>
        </w:rPr>
        <w:t>, Getränke</w:t>
      </w:r>
    </w:p>
    <w:p w:rsidR="004706F5" w:rsidRDefault="004706F5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Baugitter geklärt?</w:t>
      </w:r>
    </w:p>
    <w:p w:rsidR="004706F5" w:rsidRDefault="004706F5" w:rsidP="00E71C34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Leitsystem fertig?</w:t>
      </w:r>
    </w:p>
    <w:p w:rsidR="009F51B1" w:rsidRDefault="009F51B1" w:rsidP="004706F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Betreuung Band -&gt;Anni? </w:t>
      </w:r>
      <w:proofErr w:type="spellStart"/>
      <w:r>
        <w:rPr>
          <w:rFonts w:ascii="Arial Narrow" w:hAnsi="Arial Narrow"/>
          <w:sz w:val="22"/>
          <w:lang w:val="de-DE"/>
        </w:rPr>
        <w:t>GroßKoz</w:t>
      </w:r>
      <w:proofErr w:type="spellEnd"/>
      <w:r>
        <w:rPr>
          <w:rFonts w:ascii="Arial Narrow" w:hAnsi="Arial Narrow"/>
          <w:sz w:val="22"/>
          <w:lang w:val="de-DE"/>
        </w:rPr>
        <w:t xml:space="preserve"> als Garderobe gebucht? CD mitbringen für Pausenmusik!</w:t>
      </w:r>
    </w:p>
    <w:p w:rsidR="00C20818" w:rsidRPr="00C20818" w:rsidRDefault="00C20818" w:rsidP="00C20818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ToDo</w:t>
      </w:r>
      <w:proofErr w:type="spellEnd"/>
      <w:r>
        <w:rPr>
          <w:rFonts w:ascii="Arial Narrow" w:hAnsi="Arial Narrow"/>
          <w:sz w:val="22"/>
          <w:lang w:val="de-DE"/>
        </w:rPr>
        <w:t xml:space="preserve"> Liste &gt; Stand?</w:t>
      </w:r>
    </w:p>
    <w:p w:rsidR="00C8383C" w:rsidRDefault="00C8383C" w:rsidP="00211105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E4539E" w:rsidRDefault="00E4539E" w:rsidP="00211105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E4539E" w:rsidRPr="00E71C34" w:rsidRDefault="00E4539E" w:rsidP="00211105">
      <w:pPr>
        <w:pStyle w:val="WortmarkeFu"/>
        <w:tabs>
          <w:tab w:val="clear" w:pos="9355"/>
          <w:tab w:val="left" w:pos="851"/>
        </w:tabs>
        <w:spacing w:line="36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p w:rsidR="00E71C34" w:rsidRDefault="00E71C34" w:rsidP="00A2602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942E3D" w:rsidRDefault="00942E3D" w:rsidP="00942E3D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4706F5" w:rsidRDefault="004706F5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hat noch kein AStA-Shirt? Größen erfassen und an Sabine geben</w:t>
      </w:r>
    </w:p>
    <w:p w:rsidR="00B43ED5" w:rsidRDefault="00B43ED5" w:rsidP="00B43ED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Shuttlebus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 Professorennacht</w:t>
      </w:r>
      <w:r w:rsidR="00EC5EFB">
        <w:rPr>
          <w:rFonts w:ascii="Arial Narrow" w:hAnsi="Arial Narrow"/>
          <w:sz w:val="22"/>
          <w:lang w:val="de-DE"/>
        </w:rPr>
        <w:t xml:space="preserve"> </w:t>
      </w:r>
      <w:r w:rsidR="00595443">
        <w:rPr>
          <w:rFonts w:ascii="Arial Narrow" w:hAnsi="Arial Narrow"/>
          <w:sz w:val="22"/>
          <w:lang w:val="de-DE"/>
        </w:rPr>
        <w:t xml:space="preserve">? </w:t>
      </w:r>
      <w:r w:rsidR="00376E10">
        <w:rPr>
          <w:rFonts w:ascii="Arial Narrow" w:hAnsi="Arial Narrow"/>
          <w:sz w:val="22"/>
          <w:lang w:val="de-DE"/>
        </w:rPr>
        <w:t xml:space="preserve">E-Mail ist raus-warte auf Antwort von AStA VS und </w:t>
      </w:r>
      <w:proofErr w:type="spellStart"/>
      <w:r w:rsidR="00376E10">
        <w:rPr>
          <w:rFonts w:ascii="Arial Narrow" w:hAnsi="Arial Narrow"/>
          <w:sz w:val="22"/>
          <w:lang w:val="de-DE"/>
        </w:rPr>
        <w:t>Fame</w:t>
      </w:r>
      <w:proofErr w:type="spellEnd"/>
    </w:p>
    <w:p w:rsidR="00AC7687" w:rsidRDefault="00AC7687" w:rsidP="00AC7687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Ausleihe, generell 10 € für alles, und Namen auf Liste – Erläuterung Ausleihsystem</w:t>
      </w:r>
      <w:r w:rsidR="000806BF">
        <w:rPr>
          <w:rFonts w:ascii="Arial Narrow" w:hAnsi="Arial Narrow"/>
          <w:sz w:val="22"/>
          <w:lang w:val="de-DE"/>
        </w:rPr>
        <w:t>, System erstellen, wegen Geldrückgabesystem (wenn zu spät)</w:t>
      </w:r>
    </w:p>
    <w:p w:rsidR="004706F5" w:rsidRDefault="008E131C" w:rsidP="004706F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CEE-Weihnachtsfeier am 12.12., Mail von Torben Lietz</w:t>
      </w:r>
      <w:r w:rsidR="00595443">
        <w:rPr>
          <w:rFonts w:ascii="Arial Narrow" w:hAnsi="Arial Narrow"/>
          <w:sz w:val="22"/>
          <w:lang w:val="de-DE"/>
        </w:rPr>
        <w:t>, was können sie ausleihen Beni?</w:t>
      </w:r>
    </w:p>
    <w:p w:rsidR="0004544E" w:rsidRDefault="0004544E" w:rsidP="004706F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Flügel oben sollte generalüberholt werden (Meinung von Fachmann) </w:t>
      </w:r>
      <w:r w:rsidR="0055290D">
        <w:rPr>
          <w:rFonts w:ascii="Arial Narrow" w:hAnsi="Arial Narrow"/>
          <w:sz w:val="22"/>
          <w:lang w:val="de-DE"/>
        </w:rPr>
        <w:t xml:space="preserve">zusammen mit unterem? </w:t>
      </w:r>
      <w:r>
        <w:rPr>
          <w:rFonts w:ascii="Arial Narrow" w:hAnsi="Arial Narrow"/>
          <w:sz w:val="22"/>
          <w:lang w:val="de-DE"/>
        </w:rPr>
        <w:t>Fördergesellschaft oder Studiengebühren?</w:t>
      </w:r>
      <w:r w:rsidR="00376E10">
        <w:rPr>
          <w:rFonts w:ascii="Arial Narrow" w:hAnsi="Arial Narrow"/>
          <w:sz w:val="22"/>
          <w:lang w:val="de-DE"/>
        </w:rPr>
        <w:t xml:space="preserve"> (Flügel wird Ende November vom Uhrenmuseum ausgeliehen und neu gestimmt – nur zur Info)</w:t>
      </w:r>
    </w:p>
    <w:p w:rsidR="00BF18F9" w:rsidRDefault="00BF18F9" w:rsidP="004706F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Anschaffung </w:t>
      </w:r>
      <w:proofErr w:type="spellStart"/>
      <w:r>
        <w:rPr>
          <w:rFonts w:ascii="Arial Narrow" w:hAnsi="Arial Narrow"/>
          <w:sz w:val="22"/>
          <w:lang w:val="de-DE"/>
        </w:rPr>
        <w:t>Faxmodul</w:t>
      </w:r>
      <w:proofErr w:type="spellEnd"/>
      <w:r>
        <w:rPr>
          <w:rFonts w:ascii="Arial Narrow" w:hAnsi="Arial Narrow"/>
          <w:sz w:val="22"/>
          <w:lang w:val="de-DE"/>
        </w:rPr>
        <w:t xml:space="preserve"> für Kopierer</w:t>
      </w:r>
    </w:p>
    <w:p w:rsidR="008C7D6D" w:rsidRDefault="008C7D6D" w:rsidP="004706F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AStA-Kamera? Kauf wurde doch mal beschlossen?</w:t>
      </w:r>
      <w:r w:rsidR="0055290D">
        <w:rPr>
          <w:rFonts w:ascii="Arial Narrow" w:hAnsi="Arial Narrow"/>
          <w:sz w:val="22"/>
          <w:lang w:val="de-DE"/>
        </w:rPr>
        <w:t xml:space="preserve"> -&gt;unterwegs laut David</w:t>
      </w:r>
    </w:p>
    <w:p w:rsidR="00AA7E38" w:rsidRDefault="00AA7E38" w:rsidP="004706F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Navi ist bestellt oder?</w:t>
      </w:r>
    </w:p>
    <w:p w:rsidR="00376E10" w:rsidRDefault="00376E10" w:rsidP="004706F5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EC Kartengerät anschaffen?</w:t>
      </w:r>
    </w:p>
    <w:p w:rsidR="00C8383C" w:rsidRDefault="008C7D6D" w:rsidP="008C7D6D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Posts von anderen auf Facebook (WI und Mediacamp)</w:t>
      </w:r>
    </w:p>
    <w:p w:rsidR="00E4539E" w:rsidRPr="00E4539E" w:rsidRDefault="00E4539E" w:rsidP="00E4539E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Studentenpartys im OK Donaueschingen (E-</w:t>
      </w:r>
      <w:r w:rsidRPr="00E4539E">
        <w:rPr>
          <w:rFonts w:ascii="Arial Narrow" w:hAnsi="Arial Narrow"/>
          <w:sz w:val="22"/>
          <w:lang w:val="de-DE"/>
        </w:rPr>
        <w:t>Mail)</w:t>
      </w:r>
    </w:p>
    <w:sectPr w:rsidR="00E4539E" w:rsidRPr="00E4539E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39E" w:rsidRDefault="00E4539E">
      <w:pPr>
        <w:spacing w:line="20" w:lineRule="exact"/>
      </w:pPr>
    </w:p>
  </w:endnote>
  <w:endnote w:type="continuationSeparator" w:id="0">
    <w:p w:rsidR="00E4539E" w:rsidRDefault="00E4539E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E4539E" w:rsidRDefault="00E4539E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39E" w:rsidRDefault="00E4539E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E4539E" w:rsidRDefault="00E45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39E" w:rsidRDefault="00E4539E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E4539E" w:rsidRDefault="00E4539E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E4539E" w:rsidRPr="00CF0EE6" w:rsidRDefault="00E4539E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2012/13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193210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E4539E" w:rsidRPr="00CF0EE6" w:rsidRDefault="00E4539E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E4539E" w:rsidRPr="00CF0EE6" w:rsidRDefault="00E4539E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E4539E" w:rsidRPr="00CF0EE6" w:rsidRDefault="00E4539E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36A84FCA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50436E">
      <w:start w:val="1"/>
      <w:numFmt w:val="lowerLetter"/>
      <w:lvlText w:val="%3."/>
      <w:lvlJc w:val="left"/>
      <w:pPr>
        <w:ind w:left="2340" w:hanging="360"/>
      </w:pPr>
      <w:rPr>
        <w:rFonts w:ascii="Arial Narrow" w:eastAsia="Times New Roman" w:hAnsi="Arial Narrow"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29"/>
    <w:rsid w:val="00010829"/>
    <w:rsid w:val="000243CF"/>
    <w:rsid w:val="0004544E"/>
    <w:rsid w:val="000459F9"/>
    <w:rsid w:val="00052A2E"/>
    <w:rsid w:val="00063E3E"/>
    <w:rsid w:val="000806BF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93210"/>
    <w:rsid w:val="001C7E80"/>
    <w:rsid w:val="001D3317"/>
    <w:rsid w:val="001D47FD"/>
    <w:rsid w:val="001F5D4C"/>
    <w:rsid w:val="00203683"/>
    <w:rsid w:val="00211105"/>
    <w:rsid w:val="00211E26"/>
    <w:rsid w:val="00273332"/>
    <w:rsid w:val="00274830"/>
    <w:rsid w:val="002A571F"/>
    <w:rsid w:val="002A5F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6E10"/>
    <w:rsid w:val="003775B0"/>
    <w:rsid w:val="00384F17"/>
    <w:rsid w:val="00396AA7"/>
    <w:rsid w:val="003B63B4"/>
    <w:rsid w:val="003B669B"/>
    <w:rsid w:val="004108F1"/>
    <w:rsid w:val="00425EF5"/>
    <w:rsid w:val="004359A0"/>
    <w:rsid w:val="00441B0C"/>
    <w:rsid w:val="004706F5"/>
    <w:rsid w:val="00487AF4"/>
    <w:rsid w:val="004D1F62"/>
    <w:rsid w:val="004E1946"/>
    <w:rsid w:val="00501683"/>
    <w:rsid w:val="00501BD9"/>
    <w:rsid w:val="00543129"/>
    <w:rsid w:val="0055290D"/>
    <w:rsid w:val="00595443"/>
    <w:rsid w:val="005A338E"/>
    <w:rsid w:val="005B1C22"/>
    <w:rsid w:val="005F45A2"/>
    <w:rsid w:val="00602994"/>
    <w:rsid w:val="00606F9B"/>
    <w:rsid w:val="00653536"/>
    <w:rsid w:val="00685893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5DF3"/>
    <w:rsid w:val="0081784D"/>
    <w:rsid w:val="00843F45"/>
    <w:rsid w:val="008457B3"/>
    <w:rsid w:val="008743D8"/>
    <w:rsid w:val="00893756"/>
    <w:rsid w:val="008B3BD0"/>
    <w:rsid w:val="008C250E"/>
    <w:rsid w:val="008C7D6D"/>
    <w:rsid w:val="008D16EC"/>
    <w:rsid w:val="008D2BDB"/>
    <w:rsid w:val="008E131C"/>
    <w:rsid w:val="008F7364"/>
    <w:rsid w:val="00927544"/>
    <w:rsid w:val="009301A0"/>
    <w:rsid w:val="00937828"/>
    <w:rsid w:val="00942E3D"/>
    <w:rsid w:val="009757B0"/>
    <w:rsid w:val="009906B7"/>
    <w:rsid w:val="009B7B2F"/>
    <w:rsid w:val="009D3E73"/>
    <w:rsid w:val="009E6CE4"/>
    <w:rsid w:val="009F51B1"/>
    <w:rsid w:val="00A05515"/>
    <w:rsid w:val="00A26029"/>
    <w:rsid w:val="00A448D9"/>
    <w:rsid w:val="00A44D35"/>
    <w:rsid w:val="00A504B9"/>
    <w:rsid w:val="00A56D43"/>
    <w:rsid w:val="00A87E62"/>
    <w:rsid w:val="00A94BC2"/>
    <w:rsid w:val="00AA7E38"/>
    <w:rsid w:val="00AC7687"/>
    <w:rsid w:val="00AE757F"/>
    <w:rsid w:val="00AF264D"/>
    <w:rsid w:val="00B25462"/>
    <w:rsid w:val="00B262CA"/>
    <w:rsid w:val="00B31937"/>
    <w:rsid w:val="00B43ED5"/>
    <w:rsid w:val="00B51224"/>
    <w:rsid w:val="00B83D82"/>
    <w:rsid w:val="00BE1515"/>
    <w:rsid w:val="00BF18F9"/>
    <w:rsid w:val="00BF7698"/>
    <w:rsid w:val="00C1435E"/>
    <w:rsid w:val="00C20818"/>
    <w:rsid w:val="00C22F83"/>
    <w:rsid w:val="00C46942"/>
    <w:rsid w:val="00C60DAE"/>
    <w:rsid w:val="00C63840"/>
    <w:rsid w:val="00C82C9C"/>
    <w:rsid w:val="00C8383C"/>
    <w:rsid w:val="00CA5DF7"/>
    <w:rsid w:val="00CB5BD5"/>
    <w:rsid w:val="00CD7327"/>
    <w:rsid w:val="00CE2A63"/>
    <w:rsid w:val="00CF0EE6"/>
    <w:rsid w:val="00D55BFE"/>
    <w:rsid w:val="00D62D7D"/>
    <w:rsid w:val="00D803B9"/>
    <w:rsid w:val="00DD1790"/>
    <w:rsid w:val="00DE1F6C"/>
    <w:rsid w:val="00E1673A"/>
    <w:rsid w:val="00E206F4"/>
    <w:rsid w:val="00E36789"/>
    <w:rsid w:val="00E4539E"/>
    <w:rsid w:val="00E51B2E"/>
    <w:rsid w:val="00E52891"/>
    <w:rsid w:val="00E66A27"/>
    <w:rsid w:val="00E71C34"/>
    <w:rsid w:val="00E81768"/>
    <w:rsid w:val="00E97E93"/>
    <w:rsid w:val="00EA30A5"/>
    <w:rsid w:val="00EB31F2"/>
    <w:rsid w:val="00EC5EFB"/>
    <w:rsid w:val="00ED161B"/>
    <w:rsid w:val="00F15EEB"/>
    <w:rsid w:val="00F66631"/>
    <w:rsid w:val="00F834DE"/>
    <w:rsid w:val="00FB32AE"/>
    <w:rsid w:val="00FD2802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C5DF5592.dotm</Template>
  <TotalTime>0</TotalTime>
  <Pages>2</Pages>
  <Words>287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</dc:creator>
  <cp:lastModifiedBy>Janine Woytera</cp:lastModifiedBy>
  <cp:revision>13</cp:revision>
  <cp:lastPrinted>2012-10-30T11:44:00Z</cp:lastPrinted>
  <dcterms:created xsi:type="dcterms:W3CDTF">2012-10-30T14:58:00Z</dcterms:created>
  <dcterms:modified xsi:type="dcterms:W3CDTF">2012-11-13T11:10:00Z</dcterms:modified>
</cp:coreProperties>
</file>